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8C055F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68827272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6C292913" w:rsidR="00053988" w:rsidRPr="009D2C37" w:rsidRDefault="000833AB" w:rsidP="008C055F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8C055F">
              <w:rPr>
                <w:b/>
                <w:bCs/>
                <w:lang w:val="en-US"/>
              </w:rPr>
              <w:t>8</w:t>
            </w:r>
            <w:bookmarkStart w:id="0" w:name="_GoBack"/>
            <w:bookmarkEnd w:id="0"/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4ED16F4B" w:rsidR="00053988" w:rsidRPr="009D2C37" w:rsidRDefault="001B2C34" w:rsidP="00515D95">
            <w:pPr>
              <w:rPr>
                <w:lang w:val="en-GB"/>
              </w:rPr>
            </w:pPr>
            <w:r>
              <w:rPr>
                <w:lang w:val="ru-RU"/>
              </w:rPr>
              <w:t>09.08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76397C2D" w:rsidR="00053988" w:rsidRPr="009D2C37" w:rsidRDefault="001B2C34" w:rsidP="00417466">
            <w:pPr>
              <w:rPr>
                <w:lang w:val="en-GB"/>
              </w:rPr>
            </w:pPr>
            <w:r>
              <w:rPr>
                <w:lang w:val="ru-RU"/>
              </w:rPr>
              <w:t>12.08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9D2C37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Oerter, Customer Support, 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a3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9D2C37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a9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Cs/>
                <w:sz w:val="20"/>
                <w:szCs w:val="20"/>
              </w:rPr>
              <w:t>Yangi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Hayot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district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Pr="009D2C37">
              <w:rPr>
                <w:bCs/>
                <w:sz w:val="20"/>
                <w:szCs w:val="20"/>
              </w:rPr>
              <w:t>Novaya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Tashkentskaya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Koltsevaya</w:t>
            </w:r>
            <w:proofErr w:type="spellEnd"/>
            <w:r w:rsidRPr="009D2C37">
              <w:rPr>
                <w:bCs/>
                <w:sz w:val="20"/>
                <w:szCs w:val="20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38E41A4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1B2C34">
              <w:rPr>
                <w:sz w:val="20"/>
                <w:szCs w:val="20"/>
                <w:lang w:val="ru-RU"/>
              </w:rPr>
              <w:t>12.10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05D7BD72" w:rsidR="00CF0C2E" w:rsidRPr="009D2C37" w:rsidRDefault="001B2C34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12.08</w:t>
            </w:r>
            <w:r w:rsidR="00C95FAD" w:rsidRPr="009D2C37">
              <w:rPr>
                <w:sz w:val="20"/>
                <w:szCs w:val="20"/>
                <w:lang w:val="en-US"/>
              </w:rPr>
              <w:t>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6C9E1E83" w:rsidR="00CF0C2E" w:rsidRPr="009D2C37" w:rsidRDefault="001B2C34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1B2C34">
              <w:rPr>
                <w:sz w:val="20"/>
                <w:szCs w:val="20"/>
              </w:rPr>
              <w:t>6511851473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D2C37">
              <w:rPr>
                <w:b/>
                <w:bCs/>
                <w:sz w:val="18"/>
                <w:szCs w:val="18"/>
                <w:lang w:val="ru-RU"/>
              </w:rPr>
              <w:t>Co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7CC2EF20" w:rsidR="00CF0C2E" w:rsidRPr="009D2C37" w:rsidRDefault="001B2C3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1B2C34">
              <w:rPr>
                <w:sz w:val="20"/>
                <w:szCs w:val="20"/>
              </w:rPr>
              <w:t>LZYTMGEF3P1003153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467C6EC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ru-RU"/>
              </w:rPr>
              <w:t>Inte</w:t>
            </w:r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60CB9A25" w:rsidR="00CF0C2E" w:rsidRPr="009D2C37" w:rsidRDefault="00E954EA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ru-RU"/>
              </w:rPr>
              <w:t>28</w:t>
            </w:r>
            <w:r w:rsidR="00D16A86" w:rsidRPr="009D2C37">
              <w:rPr>
                <w:b/>
                <w:sz w:val="20"/>
                <w:szCs w:val="20"/>
                <w:lang w:val="ru-RU"/>
              </w:rPr>
              <w:t>.</w:t>
            </w:r>
            <w:r w:rsidR="00D16A86" w:rsidRPr="009D2C37">
              <w:rPr>
                <w:b/>
                <w:sz w:val="20"/>
                <w:szCs w:val="20"/>
                <w:lang w:val="en-US"/>
              </w:rPr>
              <w:t>09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34454F8E" w:rsidR="00CF0C2E" w:rsidRPr="009D2C37" w:rsidRDefault="00A41C2D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46</w:t>
            </w:r>
            <w:r w:rsidR="001B2C34">
              <w:rPr>
                <w:sz w:val="20"/>
                <w:szCs w:val="20"/>
                <w:lang w:val="ru-RU"/>
              </w:rPr>
              <w:t>698</w:t>
            </w:r>
          </w:p>
        </w:tc>
      </w:tr>
      <w:tr w:rsidR="00CF0C2E" w:rsidRPr="009D2C37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ork</w:t>
            </w:r>
            <w:proofErr w:type="spellEnd"/>
            <w:r w:rsidR="009D2C37" w:rsidRPr="007368B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performed</w:t>
            </w:r>
            <w:proofErr w:type="spellEnd"/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1B2C34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0F7D2C2F" w:rsidR="008C5B3D" w:rsidRPr="001B2C34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  <w:r w:rsidR="001B2C34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1B2C34">
              <w:rPr>
                <w:b/>
                <w:bCs/>
                <w:sz w:val="20"/>
                <w:szCs w:val="20"/>
                <w:lang w:val="ru-RU"/>
              </w:rPr>
              <w:lastRenderedPageBreak/>
              <w:t>16:00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2A3ED84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Travel km if company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5DCE31C2" w:rsidR="008C5B3D" w:rsidRPr="001B2C34" w:rsidRDefault="001B2C34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46698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Labor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175C0484" w:rsidR="008C5B3D" w:rsidRPr="009D2C37" w:rsidRDefault="001B2C34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12.08.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1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1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2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2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74733FB2" w:rsidR="00DB257A" w:rsidRPr="007368B4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3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3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7368B4"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1B2C34" w:rsidRPr="001B2C34">
        <w:rPr>
          <w:b/>
          <w:sz w:val="20"/>
          <w:szCs w:val="20"/>
          <w:lang w:val="en-US"/>
        </w:rPr>
        <w:t>, Automatic transmission diagnostics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4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4"/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26FF173C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94009</w:t>
            </w:r>
          </w:p>
        </w:tc>
        <w:tc>
          <w:tcPr>
            <w:tcW w:w="5132" w:type="dxa"/>
            <w:shd w:val="clear" w:color="auto" w:fill="auto"/>
          </w:tcPr>
          <w:p w14:paraId="7010883A" w14:textId="5A59F9F9" w:rsidR="00715B9A" w:rsidRPr="007368B4" w:rsidRDefault="007368B4" w:rsidP="00965D03">
            <w:pPr>
              <w:rPr>
                <w:sz w:val="20"/>
                <w:szCs w:val="20"/>
                <w:lang w:val="ru-RU"/>
              </w:rPr>
            </w:pPr>
            <w:r w:rsidRPr="007368B4">
              <w:rPr>
                <w:sz w:val="20"/>
                <w:szCs w:val="20"/>
                <w:lang w:val="en-US"/>
              </w:rPr>
              <w:t>Adaptations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546FB9A" w14:textId="232B0FD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4F2F176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C1B9A3B" w14:textId="4F1F5E45" w:rsidR="00715B9A" w:rsidRPr="009D2C37" w:rsidRDefault="007368B4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43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7EB0D6DD" w:rsidR="00715B9A" w:rsidRPr="007368B4" w:rsidRDefault="007368B4" w:rsidP="00965D03">
            <w:pPr>
              <w:rPr>
                <w:bCs/>
                <w:sz w:val="20"/>
                <w:szCs w:val="20"/>
                <w:lang w:val="en-US"/>
              </w:rPr>
            </w:pPr>
            <w:r w:rsidRPr="007368B4">
              <w:rPr>
                <w:bCs/>
                <w:sz w:val="20"/>
                <w:szCs w:val="20"/>
                <w:lang w:val="en-US"/>
              </w:rPr>
              <w:t>Computer diagnostics</w:t>
            </w:r>
          </w:p>
        </w:tc>
        <w:tc>
          <w:tcPr>
            <w:tcW w:w="1134" w:type="dxa"/>
            <w:shd w:val="clear" w:color="auto" w:fill="auto"/>
          </w:tcPr>
          <w:p w14:paraId="32C31B3B" w14:textId="5142227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0.5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79B5EC64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33AB0E3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a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 xml:space="preserve">Part 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Desc</w:t>
            </w:r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C4BA3D1" w14:textId="0117801E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a8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Gross</w:t>
            </w:r>
            <w:proofErr w:type="spellEnd"/>
            <w:r w:rsidRPr="009D2C37">
              <w:rPr>
                <w:b/>
                <w:sz w:val="20"/>
                <w:szCs w:val="20"/>
              </w:rPr>
              <w:t xml:space="preserve">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1B2C34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055F"/>
    <w:rsid w:val="008C5B3D"/>
    <w:rsid w:val="008C664A"/>
    <w:rsid w:val="00912D3B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53A39"/>
    <w:rsid w:val="00B72E22"/>
    <w:rsid w:val="00B808E9"/>
    <w:rsid w:val="00B876A2"/>
    <w:rsid w:val="00B926F6"/>
    <w:rsid w:val="00BB1F03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a4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a4">
    <w:name w:val="Body Text"/>
    <w:basedOn w:val="a"/>
    <w:rsid w:val="005D7075"/>
    <w:pPr>
      <w:spacing w:after="120"/>
    </w:pPr>
  </w:style>
  <w:style w:type="character" w:customStyle="1" w:styleId="10">
    <w:name w:val="Заголовок 1 Знак"/>
    <w:link w:val="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B5498"/>
    <w:pPr>
      <w:ind w:left="708"/>
    </w:pPr>
  </w:style>
  <w:style w:type="paragraph" w:styleId="a6">
    <w:name w:val="Balloon Text"/>
    <w:basedOn w:val="a"/>
    <w:link w:val="a7"/>
    <w:rsid w:val="00DB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a8">
    <w:name w:val="Normal (Web)"/>
    <w:basedOn w:val="a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a"/>
    <w:rsid w:val="004E7849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3C1B4-119F-4804-9D05-BD7A1298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</Template>
  <TotalTime>43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2600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Учетная запись Майкрософт</cp:lastModifiedBy>
  <cp:revision>8</cp:revision>
  <dcterms:created xsi:type="dcterms:W3CDTF">2023-10-17T07:54:00Z</dcterms:created>
  <dcterms:modified xsi:type="dcterms:W3CDTF">2024-02-07T11:08:00Z</dcterms:modified>
</cp:coreProperties>
</file>